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5EBC148D" w:rsidR="00000047" w:rsidRPr="001F29AA" w:rsidRDefault="003F1B3D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08D80A" wp14:editId="280982FE">
            <wp:simplePos x="0" y="0"/>
            <wp:positionH relativeFrom="column">
              <wp:posOffset>5264355</wp:posOffset>
            </wp:positionH>
            <wp:positionV relativeFrom="paragraph">
              <wp:posOffset>648315</wp:posOffset>
            </wp:positionV>
            <wp:extent cx="982675" cy="1224883"/>
            <wp:effectExtent l="0" t="0" r="0" b="0"/>
            <wp:wrapNone/>
            <wp:docPr id="464391238" name="Image 2" descr="Category:Astrophysics —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ZCJsaMjLCsehkdUPkbfmsAs_301" descr="Category:Astrophysics — Wikimedia Commo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675" cy="122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4801DE03" w14:textId="77777777" w:rsidR="00CD576F" w:rsidRPr="003D0822" w:rsidRDefault="00CD576F" w:rsidP="00000047">
      <w:pPr>
        <w:pStyle w:val="Activity1"/>
        <w:rPr>
          <w:sz w:val="40"/>
          <w:szCs w:val="40"/>
          <w:lang w:val="en-US"/>
        </w:rPr>
      </w:pPr>
      <w:r w:rsidRPr="003D0822">
        <w:rPr>
          <w:sz w:val="40"/>
          <w:szCs w:val="40"/>
          <w:lang w:val="en-US"/>
        </w:rPr>
        <w:t>A</w:t>
      </w:r>
      <w:r w:rsidR="003E4097" w:rsidRPr="003D0822">
        <w:rPr>
          <w:sz w:val="40"/>
          <w:szCs w:val="40"/>
          <w:lang w:val="en-US"/>
        </w:rPr>
        <w:t>strophysicist</w:t>
      </w:r>
    </w:p>
    <w:p w14:paraId="273FE277" w14:textId="2D76F781" w:rsidR="00000047" w:rsidRPr="001F29AA" w:rsidRDefault="003F1B3D" w:rsidP="00000047">
      <w:pPr>
        <w:pStyle w:val="Activity1"/>
        <w:rPr>
          <w:lang w:val="en-US"/>
        </w:rPr>
      </w:pPr>
      <w:r>
        <w:fldChar w:fldCharType="begin"/>
      </w:r>
      <w:r>
        <w:instrText xml:space="preserve"> INCLUDEPICTURE "/Users/cecile/Library/Group Containers/UBF8T346G9.ms/WebArchiveCopyPasteTempFiles/com.microsoft.Word/Z" \* MERGEFORMATINET </w:instrText>
      </w:r>
      <w:r>
        <w:fldChar w:fldCharType="separate"/>
      </w:r>
      <w:r>
        <w:fldChar w:fldCharType="end"/>
      </w:r>
    </w:p>
    <w:p w14:paraId="4538100C" w14:textId="2E1CA80F" w:rsidR="00782AB0" w:rsidRPr="00FC31EE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559F0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3FB89384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</w:tbl>
    <w:p w14:paraId="38F71733" w14:textId="1ED97DE6" w:rsidR="00647BD1" w:rsidRDefault="00647BD1" w:rsidP="0021218E">
      <w:pPr>
        <w:spacing w:line="240" w:lineRule="auto"/>
        <w:rPr>
          <w:rFonts w:cstheme="minorHAnsi"/>
          <w:noProof/>
          <w:color w:val="000000"/>
          <w:szCs w:val="20"/>
          <w:lang w:val="en-US" w:eastAsia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4"/>
        <w:gridCol w:w="4984"/>
      </w:tblGrid>
      <w:tr w:rsidR="0071094F" w:rsidRPr="00466DF7" w14:paraId="2B4BFCEE" w14:textId="77777777" w:rsidTr="00C42082">
        <w:tc>
          <w:tcPr>
            <w:tcW w:w="2500" w:type="pct"/>
          </w:tcPr>
          <w:p w14:paraId="30581D8E" w14:textId="03B23950" w:rsidR="0071094F" w:rsidRPr="00466DF7" w:rsidRDefault="0071094F" w:rsidP="0071094F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 w:rsidRPr="00466DF7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Astrophysicien</w:t>
            </w:r>
          </w:p>
        </w:tc>
        <w:tc>
          <w:tcPr>
            <w:tcW w:w="2500" w:type="pct"/>
          </w:tcPr>
          <w:p w14:paraId="3F729F09" w14:textId="1DE44053" w:rsidR="0071094F" w:rsidRPr="00466DF7" w:rsidRDefault="0071094F" w:rsidP="0071094F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 w:rsidRPr="00466DF7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Astrophysicist</w:t>
            </w:r>
          </w:p>
        </w:tc>
      </w:tr>
      <w:tr w:rsidR="0071094F" w:rsidRPr="00597222" w14:paraId="5C236C99" w14:textId="77777777" w:rsidTr="00C42082">
        <w:tc>
          <w:tcPr>
            <w:tcW w:w="2500" w:type="pct"/>
          </w:tcPr>
          <w:p w14:paraId="1D32F614" w14:textId="74860B4F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chercheur</w:t>
            </w:r>
          </w:p>
        </w:tc>
        <w:tc>
          <w:tcPr>
            <w:tcW w:w="2500" w:type="pct"/>
          </w:tcPr>
          <w:p w14:paraId="471718E9" w14:textId="46FE62A4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researcher / scientist</w:t>
            </w:r>
          </w:p>
        </w:tc>
      </w:tr>
      <w:tr w:rsidR="0071094F" w:rsidRPr="00597222" w14:paraId="0B211F0A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560A0E23" w14:textId="2D71A2A5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ACD2569" w14:textId="779E7B11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71094F" w:rsidRPr="00597222" w14:paraId="0FABCF9D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3829EE07" w14:textId="6BB0790F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3B9D5F88" w14:textId="4CBD8C94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1F66BED9" w14:textId="4F6CBF1A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10B079B5" w14:textId="11932BB7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D39DBA2" w14:textId="2CD3F1E4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71094F" w:rsidRPr="00597222" w14:paraId="5DAA686F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74347094" w14:textId="6D53BF61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4D4873E1" w14:textId="368EB8EB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F926144" w14:textId="10FC77BE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(US), a training period (UK)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(US), a trainee (UK)</w:t>
            </w:r>
          </w:p>
        </w:tc>
      </w:tr>
      <w:tr w:rsidR="0071094F" w:rsidRPr="00597222" w14:paraId="55D3C254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6D755864" w14:textId="291A7172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9CCEE03" w14:textId="7F8C27B2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71094F" w:rsidRPr="00597222" w14:paraId="2B6178A1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37D2F72B" w14:textId="14AFDD7B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3361009E" w14:textId="79192AED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71094F" w:rsidRPr="00597222" w14:paraId="30E27041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555D7A0D" w14:textId="2D427316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201C16" w14:textId="39A1644E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71094F" w:rsidRPr="00597222" w14:paraId="3263D8FA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47AE9166" w14:textId="1631021F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0F0CC0E9" w14:textId="200CC535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77516FBA" w14:textId="193AE1C6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9F9359E" w14:textId="6C7C3639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88ADD97" w14:textId="3DA18E72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71094F" w:rsidRPr="00597222" w14:paraId="0F6217AA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660C96EB" w14:textId="02BFD90C" w:rsidR="0071094F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3B87B09C" w14:textId="48F9293A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F8F1694" w14:textId="74C72B82" w:rsidR="0071094F" w:rsidRPr="00597222" w:rsidRDefault="00406F9A" w:rsidP="0071094F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(US), a training period (UK)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(US), a trainee (UK)</w:t>
            </w:r>
          </w:p>
        </w:tc>
      </w:tr>
      <w:tr w:rsidR="006F5EBD" w:rsidRPr="00597222" w14:paraId="3510F07F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41329DD0" w14:textId="230128B4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DDD1239" w14:textId="0D83F850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6F5EBD" w:rsidRPr="00597222" w14:paraId="1B2397F0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26F74297" w14:textId="2E6DF923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licence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6C2682E" w14:textId="577BB307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6F5EBD" w:rsidRPr="00597222" w14:paraId="0CA31D4A" w14:textId="77777777" w:rsidTr="00A80E42">
        <w:tc>
          <w:tcPr>
            <w:tcW w:w="2500" w:type="pct"/>
            <w:shd w:val="clear" w:color="auto" w:fill="DDD9C3" w:themeFill="background2" w:themeFillShade="E6"/>
          </w:tcPr>
          <w:p w14:paraId="3F8882F7" w14:textId="4A491C45" w:rsidR="006F5EBD" w:rsidRPr="00597222" w:rsidRDefault="00A80E42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406F9A"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3152115" w14:textId="0BA2A0C4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6F5EBD" w:rsidRPr="00597222" w14:paraId="34598CA6" w14:textId="77777777" w:rsidTr="0095513D">
        <w:tc>
          <w:tcPr>
            <w:tcW w:w="2500" w:type="pct"/>
            <w:shd w:val="clear" w:color="auto" w:fill="EEECE1" w:themeFill="background2"/>
          </w:tcPr>
          <w:p w14:paraId="66183E0A" w14:textId="4C77BD09" w:rsidR="006F5EBD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doctorat</w:t>
            </w:r>
          </w:p>
          <w:p w14:paraId="68A760B2" w14:textId="5227A8F5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une thèse</w:t>
            </w:r>
          </w:p>
        </w:tc>
        <w:tc>
          <w:tcPr>
            <w:tcW w:w="2500" w:type="pct"/>
            <w:shd w:val="clear" w:color="auto" w:fill="EEECE1" w:themeFill="background2"/>
          </w:tcPr>
          <w:p w14:paraId="78356B12" w14:textId="2081CA76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thesis</w:t>
            </w:r>
          </w:p>
        </w:tc>
      </w:tr>
      <w:tr w:rsidR="006F5EBD" w:rsidRPr="00597222" w14:paraId="6B64A069" w14:textId="77777777" w:rsidTr="0095513D">
        <w:tc>
          <w:tcPr>
            <w:tcW w:w="2500" w:type="pct"/>
            <w:shd w:val="clear" w:color="auto" w:fill="EEECE1" w:themeFill="background2"/>
          </w:tcPr>
          <w:p w14:paraId="6A758090" w14:textId="13FBD1EF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38D2005C" w14:textId="3B09297A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6F5EBD" w:rsidRPr="00597222" w14:paraId="4595DC34" w14:textId="77777777" w:rsidTr="00A80766">
        <w:tc>
          <w:tcPr>
            <w:tcW w:w="2500" w:type="pct"/>
            <w:shd w:val="clear" w:color="auto" w:fill="EEECE1" w:themeFill="background2"/>
          </w:tcPr>
          <w:p w14:paraId="0E6AD7EE" w14:textId="49771AF8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partir à l’étranger</w:t>
            </w:r>
          </w:p>
        </w:tc>
        <w:tc>
          <w:tcPr>
            <w:tcW w:w="2500" w:type="pct"/>
            <w:shd w:val="clear" w:color="auto" w:fill="EEECE1" w:themeFill="background2"/>
          </w:tcPr>
          <w:p w14:paraId="33EA7BA3" w14:textId="549B0237" w:rsidR="006F5EBD" w:rsidRPr="00597222" w:rsidRDefault="00406F9A" w:rsidP="006F5EBD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g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 abroad / study abroad / work abroad</w:t>
            </w:r>
          </w:p>
        </w:tc>
      </w:tr>
      <w:tr w:rsidR="00466DF7" w:rsidRPr="00597222" w14:paraId="03C2D87A" w14:textId="77777777" w:rsidTr="00A80766">
        <w:tc>
          <w:tcPr>
            <w:tcW w:w="2500" w:type="pct"/>
            <w:shd w:val="clear" w:color="auto" w:fill="EEECE1" w:themeFill="background2"/>
          </w:tcPr>
          <w:p w14:paraId="61406276" w14:textId="7228B788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7E0E4039" w14:textId="23328FBE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ork overtime / work extra hours</w:t>
            </w:r>
          </w:p>
        </w:tc>
      </w:tr>
      <w:tr w:rsidR="00466DF7" w:rsidRPr="00597222" w14:paraId="6EE17D40" w14:textId="77777777" w:rsidTr="00A80766">
        <w:tc>
          <w:tcPr>
            <w:tcW w:w="2500" w:type="pct"/>
            <w:shd w:val="clear" w:color="auto" w:fill="EEECE1" w:themeFill="background2"/>
          </w:tcPr>
          <w:p w14:paraId="6B57FBB5" w14:textId="40A36727" w:rsidR="00466DF7" w:rsidRPr="00597222" w:rsidRDefault="00D15DD0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406F9A"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29604FC8" w14:textId="64A10C2D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466DF7" w:rsidRPr="00597222" w14:paraId="616BD9CA" w14:textId="77777777" w:rsidTr="00A80766">
        <w:tc>
          <w:tcPr>
            <w:tcW w:w="2500" w:type="pct"/>
            <w:shd w:val="clear" w:color="auto" w:fill="EEECE1" w:themeFill="background2"/>
          </w:tcPr>
          <w:p w14:paraId="16F4A09E" w14:textId="3A635552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41C298C7" w14:textId="45181E9A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cconditions</w:t>
            </w:r>
          </w:p>
        </w:tc>
      </w:tr>
      <w:tr w:rsidR="00466DF7" w:rsidRPr="00597222" w14:paraId="60660448" w14:textId="77777777" w:rsidTr="00A80766">
        <w:tc>
          <w:tcPr>
            <w:tcW w:w="2500" w:type="pct"/>
            <w:shd w:val="clear" w:color="auto" w:fill="EEECE1" w:themeFill="background2"/>
          </w:tcPr>
          <w:p w14:paraId="018F0FE0" w14:textId="3E27E46C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860B0A8" w14:textId="207E14BE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466DF7" w:rsidRPr="00597222" w14:paraId="44CD019F" w14:textId="77777777" w:rsidTr="00C42082">
        <w:tc>
          <w:tcPr>
            <w:tcW w:w="2500" w:type="pct"/>
          </w:tcPr>
          <w:p w14:paraId="6B58FFA4" w14:textId="191C9326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observer l’univers</w:t>
            </w:r>
          </w:p>
        </w:tc>
        <w:tc>
          <w:tcPr>
            <w:tcW w:w="2500" w:type="pct"/>
          </w:tcPr>
          <w:p w14:paraId="50541596" w14:textId="0BC4910B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o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bserve / study the universe</w:t>
            </w:r>
          </w:p>
        </w:tc>
      </w:tr>
      <w:tr w:rsidR="00466DF7" w:rsidRPr="00597222" w14:paraId="52D4F058" w14:textId="77777777" w:rsidTr="00C42082">
        <w:tc>
          <w:tcPr>
            <w:tcW w:w="2500" w:type="pct"/>
          </w:tcPr>
          <w:p w14:paraId="494DBB87" w14:textId="1B0B0BD9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laboratoire</w:t>
            </w:r>
          </w:p>
        </w:tc>
        <w:tc>
          <w:tcPr>
            <w:tcW w:w="2500" w:type="pct"/>
          </w:tcPr>
          <w:p w14:paraId="461FF3B3" w14:textId="4B5B23F2" w:rsidR="00466DF7" w:rsidRPr="00597222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laboratory / lab</w:t>
            </w:r>
          </w:p>
        </w:tc>
      </w:tr>
      <w:tr w:rsidR="00466DF7" w:rsidRPr="00597222" w14:paraId="34108394" w14:textId="77777777" w:rsidTr="00C42082">
        <w:tc>
          <w:tcPr>
            <w:tcW w:w="2500" w:type="pct"/>
          </w:tcPr>
          <w:p w14:paraId="41C5B763" w14:textId="560B296A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eastAsia="fr-FR"/>
              </w:rPr>
              <w:t>innovations techniques / instruments de mesure</w:t>
            </w:r>
          </w:p>
        </w:tc>
        <w:tc>
          <w:tcPr>
            <w:tcW w:w="2500" w:type="pct"/>
          </w:tcPr>
          <w:p w14:paraId="591920EA" w14:textId="1D5AC669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eastAsia="fr-FR"/>
              </w:rPr>
              <w:t>technical innovations / technical developments</w:t>
            </w:r>
          </w:p>
        </w:tc>
      </w:tr>
      <w:tr w:rsidR="00466DF7" w:rsidRPr="00597222" w14:paraId="69CE8208" w14:textId="77777777" w:rsidTr="00C42082">
        <w:tc>
          <w:tcPr>
            <w:tcW w:w="2500" w:type="pct"/>
          </w:tcPr>
          <w:p w14:paraId="28B4DE14" w14:textId="2B93203B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lumière visible / </w:t>
            </w:r>
            <w:r w:rsidR="004F5E4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UV 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/ </w:t>
            </w:r>
            <w:r w:rsidR="004F5E4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IR</w:t>
            </w:r>
          </w:p>
        </w:tc>
        <w:tc>
          <w:tcPr>
            <w:tcW w:w="2500" w:type="pct"/>
          </w:tcPr>
          <w:p w14:paraId="3DB87E35" w14:textId="10DE47EC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visible light / </w:t>
            </w:r>
            <w:r w:rsidR="004F5E4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UV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light / </w:t>
            </w:r>
            <w:r w:rsidR="004F5E4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UV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radiation / </w:t>
            </w:r>
            <w:r w:rsidR="004F5E4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IR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spectroscopy</w:t>
            </w:r>
          </w:p>
        </w:tc>
      </w:tr>
      <w:tr w:rsidR="00466DF7" w:rsidRPr="00597222" w14:paraId="17D9DD49" w14:textId="77777777" w:rsidTr="00C42082">
        <w:tc>
          <w:tcPr>
            <w:tcW w:w="2500" w:type="pct"/>
          </w:tcPr>
          <w:p w14:paraId="0B5D607C" w14:textId="26EA882D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télescopes</w:t>
            </w:r>
          </w:p>
        </w:tc>
        <w:tc>
          <w:tcPr>
            <w:tcW w:w="2500" w:type="pct"/>
          </w:tcPr>
          <w:p w14:paraId="184B326A" w14:textId="3BCA793D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telescope (space telescope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466DF7" w:rsidRPr="00597222" w14:paraId="6C32FC2E" w14:textId="77777777" w:rsidTr="00C42082">
        <w:tc>
          <w:tcPr>
            <w:tcW w:w="2500" w:type="pct"/>
          </w:tcPr>
          <w:p w14:paraId="6D70474F" w14:textId="693A421C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rédiger un rapport détaillé</w:t>
            </w:r>
          </w:p>
        </w:tc>
        <w:tc>
          <w:tcPr>
            <w:tcW w:w="2500" w:type="pct"/>
          </w:tcPr>
          <w:p w14:paraId="076C98EA" w14:textId="7E4AEFF3" w:rsidR="00466DF7" w:rsidRPr="0021218E" w:rsidRDefault="00406F9A" w:rsidP="00466DF7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21218E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rite up a detailed report</w:t>
            </w:r>
          </w:p>
        </w:tc>
      </w:tr>
    </w:tbl>
    <w:p w14:paraId="47818AE1" w14:textId="77777777" w:rsidR="00CD7119" w:rsidRPr="0021218E" w:rsidRDefault="00CD7119" w:rsidP="00E5398F">
      <w:pPr>
        <w:pStyle w:val="Sansinterligne"/>
        <w:jc w:val="center"/>
        <w:rPr>
          <w:rFonts w:cstheme="minorHAnsi"/>
          <w:noProof/>
          <w:szCs w:val="20"/>
          <w:lang w:val="en-US" w:eastAsia="fr-FR"/>
        </w:rPr>
      </w:pPr>
    </w:p>
    <w:p w14:paraId="16A46181" w14:textId="77777777" w:rsidR="00CD7119" w:rsidRDefault="00CD7119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p w14:paraId="08CE55D0" w14:textId="77777777" w:rsidR="000001DA" w:rsidRPr="00597222" w:rsidRDefault="000001DA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0001DA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8D93" w14:textId="77777777" w:rsidR="008C46E1" w:rsidRDefault="008C46E1" w:rsidP="00B84075">
      <w:pPr>
        <w:spacing w:line="240" w:lineRule="auto"/>
      </w:pPr>
      <w:r>
        <w:separator/>
      </w:r>
    </w:p>
    <w:p w14:paraId="3D3217FE" w14:textId="77777777" w:rsidR="008C46E1" w:rsidRDefault="008C46E1"/>
    <w:p w14:paraId="45CF5213" w14:textId="77777777" w:rsidR="008C46E1" w:rsidRDefault="008C46E1"/>
  </w:endnote>
  <w:endnote w:type="continuationSeparator" w:id="0">
    <w:p w14:paraId="52D0C8BA" w14:textId="77777777" w:rsidR="008C46E1" w:rsidRDefault="008C46E1" w:rsidP="00B84075">
      <w:pPr>
        <w:spacing w:line="240" w:lineRule="auto"/>
      </w:pPr>
      <w:r>
        <w:continuationSeparator/>
      </w:r>
    </w:p>
    <w:p w14:paraId="2EB1703F" w14:textId="77777777" w:rsidR="008C46E1" w:rsidRDefault="008C46E1"/>
    <w:p w14:paraId="682BF135" w14:textId="77777777" w:rsidR="008C46E1" w:rsidRDefault="008C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0555" w14:textId="77777777" w:rsidR="008C46E1" w:rsidRDefault="008C46E1" w:rsidP="00B84075">
      <w:pPr>
        <w:spacing w:line="240" w:lineRule="auto"/>
      </w:pPr>
      <w:r>
        <w:separator/>
      </w:r>
    </w:p>
    <w:p w14:paraId="0E317702" w14:textId="77777777" w:rsidR="008C46E1" w:rsidRDefault="008C46E1"/>
    <w:p w14:paraId="1AAF3523" w14:textId="77777777" w:rsidR="008C46E1" w:rsidRDefault="008C46E1"/>
  </w:footnote>
  <w:footnote w:type="continuationSeparator" w:id="0">
    <w:p w14:paraId="73A3EB8E" w14:textId="77777777" w:rsidR="008C46E1" w:rsidRDefault="008C46E1" w:rsidP="00B84075">
      <w:pPr>
        <w:spacing w:line="240" w:lineRule="auto"/>
      </w:pPr>
      <w:r>
        <w:continuationSeparator/>
      </w:r>
    </w:p>
    <w:p w14:paraId="7290A330" w14:textId="77777777" w:rsidR="008C46E1" w:rsidRDefault="008C46E1"/>
    <w:p w14:paraId="31D16B57" w14:textId="77777777" w:rsidR="008C46E1" w:rsidRDefault="008C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1DA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1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7AF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18E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6F4D"/>
    <w:rsid w:val="002373C8"/>
    <w:rsid w:val="0024009F"/>
    <w:rsid w:val="00240D4B"/>
    <w:rsid w:val="00240F7D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101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0822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097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3D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6F9A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DF7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5E4E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085B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59F0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1402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27E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5EBD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094F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07F3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7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03EA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13D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64D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9F6F70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766"/>
    <w:rsid w:val="00A80AE1"/>
    <w:rsid w:val="00A80BD0"/>
    <w:rsid w:val="00A80E42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BDB"/>
    <w:rsid w:val="00AA72DC"/>
    <w:rsid w:val="00AA7A2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0C38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576F"/>
    <w:rsid w:val="00CD6175"/>
    <w:rsid w:val="00CD6D1F"/>
    <w:rsid w:val="00CD7119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259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DD0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3F6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398F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31EE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310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307</cp:revision>
  <dcterms:created xsi:type="dcterms:W3CDTF">2018-10-24T18:58:00Z</dcterms:created>
  <dcterms:modified xsi:type="dcterms:W3CDTF">2025-07-07T19:56:00Z</dcterms:modified>
</cp:coreProperties>
</file>